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DF1" w:rsidRDefault="00393BED" w:rsidP="00A61DF1">
      <w:pPr>
        <w:spacing w:after="0"/>
        <w:jc w:val="center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t xml:space="preserve">Math </w:t>
      </w:r>
      <w:r w:rsidR="00A61DF1">
        <w:rPr>
          <w:rFonts w:ascii="Times New Roman" w:hAnsi="Times New Roman"/>
          <w:b/>
        </w:rPr>
        <w:t>Lesson Plan</w:t>
      </w:r>
    </w:p>
    <w:p w:rsidR="00A61DF1" w:rsidRDefault="00393BED" w:rsidP="00A61DF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Unit 1 – Date: September </w:t>
      </w:r>
      <w:r w:rsidR="00E93548">
        <w:rPr>
          <w:rFonts w:ascii="Times New Roman" w:hAnsi="Times New Roman"/>
          <w:b/>
        </w:rPr>
        <w:t>1</w:t>
      </w:r>
      <w:r w:rsidR="003E3837">
        <w:rPr>
          <w:rFonts w:ascii="Times New Roman" w:hAnsi="Times New Roman"/>
          <w:b/>
        </w:rPr>
        <w:t>4</w:t>
      </w:r>
      <w:r w:rsidR="00E93548" w:rsidRPr="00E93548">
        <w:rPr>
          <w:rFonts w:ascii="Times New Roman" w:hAnsi="Times New Roman"/>
          <w:b/>
          <w:vertAlign w:val="superscript"/>
        </w:rPr>
        <w:t>th</w:t>
      </w:r>
      <w:r w:rsidR="00E93548">
        <w:rPr>
          <w:rFonts w:ascii="Times New Roman" w:hAnsi="Times New Roman"/>
          <w:b/>
        </w:rPr>
        <w:t xml:space="preserve"> </w:t>
      </w:r>
      <w:r w:rsidR="003E3837">
        <w:rPr>
          <w:rFonts w:ascii="Times New Roman" w:hAnsi="Times New Roman"/>
          <w:b/>
        </w:rPr>
        <w:t>and 17</w:t>
      </w:r>
      <w:r w:rsidR="003E3837" w:rsidRPr="003E3837">
        <w:rPr>
          <w:rFonts w:ascii="Times New Roman" w:hAnsi="Times New Roman"/>
          <w:b/>
          <w:vertAlign w:val="superscript"/>
        </w:rPr>
        <w:t>th</w:t>
      </w:r>
      <w:r w:rsidR="003E3837">
        <w:rPr>
          <w:rFonts w:ascii="Times New Roman" w:hAnsi="Times New Roman"/>
          <w:b/>
        </w:rPr>
        <w:t xml:space="preserve"> </w:t>
      </w:r>
    </w:p>
    <w:p w:rsidR="003E3837" w:rsidRDefault="003E3837" w:rsidP="00A61DF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Ledford’s Birthday!</w:t>
      </w:r>
    </w:p>
    <w:p w:rsidR="00A61DF1" w:rsidRDefault="00A61DF1" w:rsidP="00A61DF1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0890" w:type="dxa"/>
        <w:jc w:val="center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970"/>
        <w:gridCol w:w="2475"/>
        <w:gridCol w:w="1494"/>
        <w:gridCol w:w="3951"/>
      </w:tblGrid>
      <w:tr w:rsidR="00B4664B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4664B" w:rsidRPr="005841A6" w:rsidRDefault="00B4664B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65018" w:rsidRDefault="00B4664B" w:rsidP="0009562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53206">
              <w:rPr>
                <w:rFonts w:asciiTheme="minorHAnsi" w:hAnsiTheme="minorHAnsi" w:cstheme="minorHAnsi"/>
                <w:sz w:val="24"/>
                <w:szCs w:val="24"/>
              </w:rPr>
              <w:t>How can we generate equivalent expressions?</w:t>
            </w:r>
          </w:p>
          <w:p w:rsidR="00B4664B" w:rsidRPr="00F53206" w:rsidRDefault="00B4664B" w:rsidP="0009562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53206">
              <w:rPr>
                <w:rFonts w:asciiTheme="minorHAnsi" w:hAnsiTheme="minorHAnsi" w:cstheme="minorHAnsi"/>
                <w:sz w:val="24"/>
                <w:szCs w:val="24"/>
              </w:rPr>
              <w:t>How are variables used in mathematics?</w:t>
            </w:r>
          </w:p>
        </w:tc>
      </w:tr>
      <w:tr w:rsidR="005F3AAB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3AAB" w:rsidRPr="005841A6" w:rsidRDefault="005F3AAB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Common Core Standard: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3AAB" w:rsidRPr="00F53206" w:rsidRDefault="00BF7FF7" w:rsidP="0009562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F53206">
              <w:rPr>
                <w:rFonts w:asciiTheme="minorHAnsi" w:hAnsiTheme="minorHAnsi" w:cstheme="minorHAnsi"/>
                <w:sz w:val="24"/>
                <w:szCs w:val="24"/>
              </w:rPr>
              <w:t>6.EE.</w:t>
            </w:r>
            <w:r w:rsidR="003E3837">
              <w:rPr>
                <w:rFonts w:asciiTheme="minorHAnsi" w:hAnsiTheme="minorHAnsi" w:cstheme="minorHAnsi"/>
                <w:sz w:val="24"/>
                <w:szCs w:val="24"/>
              </w:rPr>
              <w:t>2c</w:t>
            </w:r>
            <w:proofErr w:type="gramEnd"/>
            <w:r w:rsidR="003E3837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5F3AAB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3AAB" w:rsidRPr="005841A6" w:rsidRDefault="005F3AAB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Bloom’s/ DOK 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E3837" w:rsidRPr="003E3837" w:rsidRDefault="003E3837" w:rsidP="003E383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3E3837">
              <w:rPr>
                <w:rFonts w:eastAsia="Times New Roman" w:cs="Calibri"/>
                <w:color w:val="000000"/>
                <w:sz w:val="24"/>
                <w:szCs w:val="24"/>
              </w:rPr>
              <w:t>Evaluate</w:t>
            </w:r>
          </w:p>
          <w:p w:rsidR="003E3837" w:rsidRPr="003E3837" w:rsidRDefault="003E3837" w:rsidP="003E383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3E3837">
              <w:rPr>
                <w:rFonts w:eastAsia="Times New Roman" w:cs="Calibri"/>
                <w:color w:val="000000"/>
                <w:sz w:val="24"/>
                <w:szCs w:val="24"/>
              </w:rPr>
              <w:t>(apply-3)</w:t>
            </w:r>
          </w:p>
          <w:p w:rsidR="003E3837" w:rsidRPr="003E3837" w:rsidRDefault="003E3837" w:rsidP="003E3837">
            <w:pPr>
              <w:spacing w:after="0" w:line="240" w:lineRule="auto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3E3837">
              <w:rPr>
                <w:rFonts w:eastAsia="Times New Roman" w:cs="Calibri"/>
                <w:color w:val="000000"/>
                <w:sz w:val="24"/>
                <w:szCs w:val="24"/>
              </w:rPr>
              <w:t>(DOK2)</w:t>
            </w:r>
          </w:p>
          <w:p w:rsidR="005F3AAB" w:rsidRPr="00F53206" w:rsidRDefault="005F3AAB" w:rsidP="003E3837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95627" w:rsidRPr="005841A6" w:rsidTr="00A61DF1">
        <w:trPr>
          <w:trHeight w:val="864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095627" w:rsidRPr="00ED1293" w:rsidRDefault="00095627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D1293">
              <w:rPr>
                <w:rFonts w:ascii="Times New Roman" w:hAnsi="Times New Roman"/>
                <w:bCs/>
                <w:sz w:val="20"/>
                <w:szCs w:val="20"/>
              </w:rPr>
              <w:t>“I can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…” S</w:t>
            </w:r>
            <w:r w:rsidRPr="00ED1293">
              <w:rPr>
                <w:rFonts w:ascii="Times New Roman" w:hAnsi="Times New Roman"/>
                <w:bCs/>
                <w:sz w:val="20"/>
                <w:szCs w:val="20"/>
              </w:rPr>
              <w:t>tatements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E3837" w:rsidRPr="00F53206" w:rsidRDefault="003E3837" w:rsidP="003E3837">
            <w:pPr>
              <w:numPr>
                <w:ilvl w:val="0"/>
                <w:numId w:val="10"/>
              </w:numPr>
              <w:spacing w:after="0" w:line="240" w:lineRule="auto"/>
              <w:ind w:left="252" w:hanging="252"/>
              <w:rPr>
                <w:rFonts w:asciiTheme="minorHAnsi" w:hAnsiTheme="minorHAnsi" w:cstheme="minorHAnsi"/>
                <w:sz w:val="24"/>
                <w:szCs w:val="24"/>
              </w:rPr>
            </w:pPr>
            <w:r w:rsidRPr="00F53206">
              <w:rPr>
                <w:rFonts w:asciiTheme="minorHAnsi" w:hAnsiTheme="minorHAnsi" w:cstheme="minorHAnsi"/>
                <w:sz w:val="24"/>
                <w:szCs w:val="24"/>
              </w:rPr>
              <w:t>I can evaluate an algebraic expression for a given value.</w:t>
            </w:r>
          </w:p>
          <w:p w:rsidR="00095627" w:rsidRPr="00E93548" w:rsidRDefault="003E3837" w:rsidP="003E3837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F53206">
              <w:rPr>
                <w:rFonts w:asciiTheme="minorHAnsi" w:hAnsiTheme="minorHAnsi" w:cstheme="minorHAnsi"/>
                <w:sz w:val="24"/>
                <w:szCs w:val="24"/>
              </w:rPr>
              <w:t>I can substitute values in formulas to solve real-world problems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 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5627" w:rsidRDefault="00E93548" w:rsidP="00393BE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See previous lessons for vocabulary</w:t>
            </w:r>
          </w:p>
          <w:p w:rsidR="003E3837" w:rsidRPr="00393BED" w:rsidRDefault="003E3837" w:rsidP="00393BE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Substitute, evaluate, expression, value, formula</w:t>
            </w:r>
          </w:p>
        </w:tc>
      </w:tr>
      <w:tr w:rsidR="00095627" w:rsidRPr="005841A6" w:rsidTr="00C072C8">
        <w:trPr>
          <w:trHeight w:val="338"/>
          <w:jc w:val="center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5627" w:rsidRPr="005841A6" w:rsidRDefault="00095627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5627" w:rsidRPr="005841A6" w:rsidRDefault="00BF7FF7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Technology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F7FF7" w:rsidRDefault="003E3837" w:rsidP="009135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On Core 3-4</w:t>
            </w:r>
          </w:p>
          <w:p w:rsidR="003E3837" w:rsidRPr="005841A6" w:rsidRDefault="003E3837" w:rsidP="009135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Glencoe 1-6 pg. 28 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27" w:rsidRPr="00BF7FF7" w:rsidRDefault="00095627" w:rsidP="00BF7FF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095627" w:rsidRPr="005841A6" w:rsidTr="00C072C8">
        <w:trPr>
          <w:trHeight w:val="197"/>
          <w:jc w:val="center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627" w:rsidRPr="00D85633" w:rsidRDefault="00095627" w:rsidP="00C072C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>8 Mathematical Practices:</w:t>
            </w:r>
          </w:p>
        </w:tc>
      </w:tr>
      <w:tr w:rsidR="00095627" w:rsidRPr="002C6A3F" w:rsidTr="00C072C8">
        <w:trPr>
          <w:trHeight w:val="1008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627" w:rsidRPr="00864684" w:rsidRDefault="00095627" w:rsidP="00A27609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64684">
              <w:rPr>
                <w:rFonts w:ascii="Times New Roman" w:hAnsi="Times New Roman"/>
                <w:sz w:val="18"/>
                <w:szCs w:val="18"/>
              </w:rPr>
              <w:t xml:space="preserve">   1.  Make sense of problems and persevere in solving them. </w:t>
            </w:r>
          </w:p>
          <w:p w:rsidR="00095627" w:rsidRPr="00A27609" w:rsidRDefault="00095627" w:rsidP="00A27609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27609">
              <w:rPr>
                <w:rFonts w:ascii="Times New Roman" w:hAnsi="Times New Roman"/>
                <w:sz w:val="18"/>
                <w:szCs w:val="18"/>
              </w:rPr>
              <w:t>3.  Construct viable arguments and critique the reasoning of others.</w:t>
            </w:r>
          </w:p>
          <w:p w:rsidR="00095627" w:rsidRPr="00A27609" w:rsidRDefault="00095627" w:rsidP="00A27609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16"/>
                <w:szCs w:val="16"/>
              </w:rPr>
            </w:pPr>
            <w:r w:rsidRPr="00A27609">
              <w:rPr>
                <w:rFonts w:ascii="Times New Roman" w:hAnsi="Times New Roman"/>
                <w:sz w:val="18"/>
                <w:szCs w:val="18"/>
              </w:rPr>
              <w:t>4.  Model with mathematics.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627" w:rsidRPr="00A27609" w:rsidRDefault="00095627" w:rsidP="00A27609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27609">
              <w:rPr>
                <w:rFonts w:ascii="Times New Roman" w:hAnsi="Times New Roman"/>
                <w:sz w:val="18"/>
                <w:szCs w:val="18"/>
              </w:rPr>
              <w:t xml:space="preserve">   5.  Use appropriate tools strategically.</w:t>
            </w:r>
          </w:p>
          <w:p w:rsidR="00095627" w:rsidRPr="00A27609" w:rsidRDefault="00095627" w:rsidP="00770697">
            <w:pPr>
              <w:pStyle w:val="ListParagraph"/>
              <w:spacing w:after="0"/>
              <w:ind w:left="837"/>
              <w:rPr>
                <w:rFonts w:ascii="Times New Roman" w:hAnsi="Times New Roman"/>
                <w:sz w:val="18"/>
                <w:szCs w:val="18"/>
              </w:rPr>
            </w:pPr>
          </w:p>
          <w:p w:rsidR="00095627" w:rsidRPr="002C6A3F" w:rsidRDefault="00095627" w:rsidP="00A27609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864684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095627" w:rsidRPr="005841A6" w:rsidTr="00BF7FF7">
        <w:trPr>
          <w:trHeight w:val="791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Bell</w:t>
            </w:r>
            <w:r w:rsidR="0073026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ringer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5627" w:rsidRPr="005841A6" w:rsidRDefault="00BF7FF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Warm up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095627" w:rsidRPr="00286063" w:rsidRDefault="00095627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86063">
              <w:rPr>
                <w:rFonts w:ascii="Times New Roman" w:hAnsi="Times New Roman"/>
                <w:bCs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96C28" w:rsidRDefault="00F96C28" w:rsidP="00E93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Day One: </w:t>
            </w:r>
          </w:p>
          <w:p w:rsidR="00F96C28" w:rsidRDefault="00F96C28" w:rsidP="00E93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E3837" w:rsidRDefault="003E3837" w:rsidP="00E93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Calendar Project review.</w:t>
            </w:r>
          </w:p>
          <w:p w:rsidR="003E3837" w:rsidRDefault="003E3837" w:rsidP="00E935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46DA6" w:rsidRDefault="003E3837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Previous lesson items all- what if movies were $8.75 each movie? How would we find the total?</w:t>
            </w:r>
            <w:r w:rsidR="00A46DA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F96C28" w:rsidRDefault="00F96C28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6C28" w:rsidRDefault="00F96C28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Day Two: </w:t>
            </w:r>
          </w:p>
          <w:p w:rsidR="00F96C28" w:rsidRDefault="00F96C28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6C28" w:rsidRPr="005841A6" w:rsidRDefault="00F96C28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Items to buy at the front of room, students will apply by evaluating the cost of x amount of items at their relative prices. </w:t>
            </w:r>
          </w:p>
        </w:tc>
      </w:tr>
      <w:tr w:rsidR="00095627" w:rsidRPr="005841A6" w:rsidTr="00F96C28">
        <w:trPr>
          <w:trHeight w:val="161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Cognitive Teaching Strategies</w:t>
            </w:r>
          </w:p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96C28" w:rsidRDefault="00F96C28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6C28" w:rsidRDefault="00F96C28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Day One: </w:t>
            </w:r>
          </w:p>
          <w:p w:rsidR="00F96C28" w:rsidRDefault="00F96C28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6C28" w:rsidRDefault="00F96C28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Use prior day example problems to introduce and teach evaluating real-world expressions. </w:t>
            </w:r>
          </w:p>
          <w:p w:rsidR="00F96C28" w:rsidRDefault="00F96C28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50C16" w:rsidRDefault="00550C16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On Core examples guided practice #1-3 pg. 69-81</w:t>
            </w:r>
          </w:p>
          <w:p w:rsidR="00550C16" w:rsidRDefault="00550C16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Glencoe pg. 30 #11-43</w:t>
            </w:r>
          </w:p>
          <w:p w:rsidR="00F96C28" w:rsidRDefault="00F96C28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6C28" w:rsidRDefault="00F96C28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6C28" w:rsidRDefault="00F96C28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6C28" w:rsidRDefault="00F96C28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Day Two: </w:t>
            </w:r>
          </w:p>
          <w:p w:rsidR="00F96C28" w:rsidRDefault="00F96C28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6C28" w:rsidRDefault="00F96C28" w:rsidP="00550C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Glencoe pg. 31 whole page for independent practice. </w:t>
            </w:r>
          </w:p>
          <w:p w:rsidR="00F96C28" w:rsidRDefault="00F96C28" w:rsidP="00F96C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50C16" w:rsidRPr="00EB3068" w:rsidRDefault="00F96C28" w:rsidP="00F96C2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On Core: Start example four pg. 71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Summarizing Strategy</w:t>
            </w:r>
          </w:p>
          <w:p w:rsidR="00095627" w:rsidRPr="00286063" w:rsidRDefault="00095627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86063">
              <w:rPr>
                <w:rFonts w:ascii="Times New Roman" w:hAnsi="Times New Roman"/>
                <w:bCs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96C28" w:rsidRDefault="00F96C28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Day One: </w:t>
            </w:r>
          </w:p>
          <w:p w:rsidR="00F96C28" w:rsidRDefault="00F96C28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F4A0C" w:rsidRDefault="00550C16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Check independent practice</w:t>
            </w:r>
          </w:p>
          <w:p w:rsidR="00F96C28" w:rsidRDefault="00F96C28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96C28" w:rsidRDefault="00F96C28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Day Two: </w:t>
            </w:r>
          </w:p>
          <w:p w:rsidR="00F96C28" w:rsidRPr="005841A6" w:rsidRDefault="00F96C28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Check independent practice. </w:t>
            </w:r>
          </w:p>
        </w:tc>
      </w:tr>
      <w:tr w:rsidR="00095627" w:rsidRPr="005841A6" w:rsidTr="0091357B">
        <w:trPr>
          <w:trHeight w:val="242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5627" w:rsidRPr="00864684" w:rsidRDefault="00095627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4">
              <w:rPr>
                <w:rFonts w:ascii="Times New Roman" w:hAnsi="Times New Roman"/>
                <w:b/>
                <w:sz w:val="20"/>
                <w:szCs w:val="20"/>
              </w:rPr>
              <w:t>Assessment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5627" w:rsidRPr="00864684" w:rsidRDefault="00095627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4">
              <w:rPr>
                <w:rFonts w:ascii="Times New Roman" w:hAnsi="Times New Roman"/>
                <w:b/>
                <w:sz w:val="20"/>
                <w:szCs w:val="20"/>
              </w:rPr>
              <w:t>Homework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54" w:rsidRPr="005841A6" w:rsidRDefault="00550C16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75% accuracy</w:t>
            </w:r>
            <w:r w:rsidR="00F96C28">
              <w:rPr>
                <w:rFonts w:ascii="Times New Roman" w:hAnsi="Times New Roman"/>
                <w:b/>
                <w:sz w:val="20"/>
                <w:szCs w:val="20"/>
              </w:rPr>
              <w:t xml:space="preserve"> from Glencoe/ On Core book practice. 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354" w:rsidRPr="005841A6" w:rsidRDefault="004F109C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Glencoe pg. 595 lesson 1-6 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DD284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Re-teaching Plan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962C7" w:rsidRPr="005841A6" w:rsidRDefault="006647F6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Intervention practice pg. 26 Lesson 1-6</w:t>
            </w:r>
            <w:r w:rsidR="004F109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962C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</w:tbl>
    <w:p w:rsidR="00927757" w:rsidRDefault="002447F5"/>
    <w:sectPr w:rsidR="00927757" w:rsidSect="00A61DF1">
      <w:headerReference w:type="default" r:id="rId8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CB6" w:rsidRDefault="00A02CB6" w:rsidP="00A61DF1">
      <w:pPr>
        <w:spacing w:after="0" w:line="240" w:lineRule="auto"/>
      </w:pPr>
      <w:r>
        <w:separator/>
      </w:r>
    </w:p>
  </w:endnote>
  <w:endnote w:type="continuationSeparator" w:id="0">
    <w:p w:rsidR="00A02CB6" w:rsidRDefault="00A02CB6" w:rsidP="00A61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CB6" w:rsidRDefault="00A02CB6" w:rsidP="00A61DF1">
      <w:pPr>
        <w:spacing w:after="0" w:line="240" w:lineRule="auto"/>
      </w:pPr>
      <w:r>
        <w:separator/>
      </w:r>
    </w:p>
  </w:footnote>
  <w:footnote w:type="continuationSeparator" w:id="0">
    <w:p w:rsidR="00A02CB6" w:rsidRDefault="00A02CB6" w:rsidP="00A61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DF1" w:rsidRDefault="00A61DF1" w:rsidP="00C310CF">
    <w:pPr>
      <w:pStyle w:val="Header"/>
      <w:tabs>
        <w:tab w:val="clear" w:pos="9360"/>
        <w:tab w:val="right" w:pos="10260"/>
      </w:tabs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542C"/>
    <w:multiLevelType w:val="hybridMultilevel"/>
    <w:tmpl w:val="5CC20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3547D"/>
    <w:multiLevelType w:val="hybridMultilevel"/>
    <w:tmpl w:val="F47024C8"/>
    <w:lvl w:ilvl="0" w:tplc="0409000D">
      <w:start w:val="1"/>
      <w:numFmt w:val="bullet"/>
      <w:lvlText w:val=""/>
      <w:lvlJc w:val="left"/>
      <w:pPr>
        <w:ind w:left="83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">
    <w:nsid w:val="1C2577E3"/>
    <w:multiLevelType w:val="hybridMultilevel"/>
    <w:tmpl w:val="52BECA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754D6"/>
    <w:multiLevelType w:val="hybridMultilevel"/>
    <w:tmpl w:val="44A617E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>
    <w:nsid w:val="23720551"/>
    <w:multiLevelType w:val="hybridMultilevel"/>
    <w:tmpl w:val="5FE2F1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3555F4"/>
    <w:multiLevelType w:val="hybridMultilevel"/>
    <w:tmpl w:val="9A88D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1A042B"/>
    <w:multiLevelType w:val="hybridMultilevel"/>
    <w:tmpl w:val="F670D18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4445BC"/>
    <w:multiLevelType w:val="hybridMultilevel"/>
    <w:tmpl w:val="357E75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094B31"/>
    <w:multiLevelType w:val="hybridMultilevel"/>
    <w:tmpl w:val="6BC86C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C44EDB"/>
    <w:multiLevelType w:val="hybridMultilevel"/>
    <w:tmpl w:val="F50A41B6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4"/>
  </w:num>
  <w:num w:numId="6">
    <w:abstractNumId w:val="1"/>
  </w:num>
  <w:num w:numId="7">
    <w:abstractNumId w:val="7"/>
  </w:num>
  <w:num w:numId="8">
    <w:abstractNumId w:val="3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46E"/>
    <w:rsid w:val="00054DE7"/>
    <w:rsid w:val="000709E5"/>
    <w:rsid w:val="00086D5C"/>
    <w:rsid w:val="00095627"/>
    <w:rsid w:val="00134459"/>
    <w:rsid w:val="00165489"/>
    <w:rsid w:val="001F15CB"/>
    <w:rsid w:val="001F446E"/>
    <w:rsid w:val="002447F5"/>
    <w:rsid w:val="002E6716"/>
    <w:rsid w:val="00361993"/>
    <w:rsid w:val="003647A9"/>
    <w:rsid w:val="00393BED"/>
    <w:rsid w:val="003E3837"/>
    <w:rsid w:val="00445DAD"/>
    <w:rsid w:val="00467FBA"/>
    <w:rsid w:val="004D3530"/>
    <w:rsid w:val="004F109C"/>
    <w:rsid w:val="00550C16"/>
    <w:rsid w:val="005D08C4"/>
    <w:rsid w:val="005F3AAB"/>
    <w:rsid w:val="00602BD0"/>
    <w:rsid w:val="006310C8"/>
    <w:rsid w:val="006647F6"/>
    <w:rsid w:val="00682354"/>
    <w:rsid w:val="006910A5"/>
    <w:rsid w:val="00730262"/>
    <w:rsid w:val="00753D98"/>
    <w:rsid w:val="00770697"/>
    <w:rsid w:val="007962C7"/>
    <w:rsid w:val="0085056E"/>
    <w:rsid w:val="0085472F"/>
    <w:rsid w:val="00897E04"/>
    <w:rsid w:val="0091357B"/>
    <w:rsid w:val="0091416D"/>
    <w:rsid w:val="00915870"/>
    <w:rsid w:val="00965F4C"/>
    <w:rsid w:val="00995AF7"/>
    <w:rsid w:val="009A4C2E"/>
    <w:rsid w:val="009C3EB9"/>
    <w:rsid w:val="00A02CB6"/>
    <w:rsid w:val="00A27609"/>
    <w:rsid w:val="00A345B9"/>
    <w:rsid w:val="00A46DA6"/>
    <w:rsid w:val="00A61DF1"/>
    <w:rsid w:val="00AD17BA"/>
    <w:rsid w:val="00B4664B"/>
    <w:rsid w:val="00B53436"/>
    <w:rsid w:val="00BE73E4"/>
    <w:rsid w:val="00BF7FF7"/>
    <w:rsid w:val="00C23428"/>
    <w:rsid w:val="00C310CF"/>
    <w:rsid w:val="00C962C3"/>
    <w:rsid w:val="00CF4A0C"/>
    <w:rsid w:val="00D549C8"/>
    <w:rsid w:val="00D76754"/>
    <w:rsid w:val="00DD2844"/>
    <w:rsid w:val="00E24A5B"/>
    <w:rsid w:val="00E349DC"/>
    <w:rsid w:val="00E6023A"/>
    <w:rsid w:val="00E80BDA"/>
    <w:rsid w:val="00E93548"/>
    <w:rsid w:val="00EB3068"/>
    <w:rsid w:val="00F65018"/>
    <w:rsid w:val="00F9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DF1"/>
    <w:rPr>
      <w:rFonts w:ascii="Calibri" w:eastAsia="Calibri" w:hAnsi="Calibri" w:cs="Times New Roman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EB30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D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DF1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61DF1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DF1"/>
    <w:rPr>
      <w:rFonts w:ascii="Calibri" w:eastAsia="Calibri" w:hAnsi="Calibri" w:cs="Times New Roman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EB3068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EB306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F7FF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DF1"/>
    <w:rPr>
      <w:rFonts w:ascii="Calibri" w:eastAsia="Calibri" w:hAnsi="Calibri" w:cs="Times New Roman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EB30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D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DF1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61DF1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DF1"/>
    <w:rPr>
      <w:rFonts w:ascii="Calibri" w:eastAsia="Calibri" w:hAnsi="Calibri" w:cs="Times New Roman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EB3068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EB306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F7FF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5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rling\Documents\Common%20Core%20Lessons%202012-2013\Common_Core_Lesson_Plan_Template_-_Gener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Common_Core_Lesson_Plan_Template_-_Generic.dotx</Template>
  <TotalTime>1</TotalTime>
  <Pages>2</Pages>
  <Words>264</Words>
  <Characters>1505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Sterling</dc:creator>
  <cp:lastModifiedBy>Phillips, Elizabeth</cp:lastModifiedBy>
  <cp:revision>2</cp:revision>
  <dcterms:created xsi:type="dcterms:W3CDTF">2012-07-26T17:14:00Z</dcterms:created>
  <dcterms:modified xsi:type="dcterms:W3CDTF">2012-07-26T17:14:00Z</dcterms:modified>
</cp:coreProperties>
</file>